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D81" w:rsidRDefault="005D3D81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9.25pt" filled="t">
            <v:fill color2="black"/>
            <v:imagedata r:id="rId7" o:title=""/>
          </v:shape>
        </w:pict>
      </w:r>
    </w:p>
    <w:p w:rsidR="005D3D81" w:rsidRDefault="005D3D81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D3D81" w:rsidRPr="00265C5B" w:rsidRDefault="005D3D81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65C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СОВЕТ ЗАПОРОЖСКОГО СЕЛЬСКОГО ПОСЕЛЕНИЯ</w:t>
      </w:r>
    </w:p>
    <w:p w:rsidR="005D3D81" w:rsidRPr="00265C5B" w:rsidRDefault="005D3D81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65C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ТЕМРЮКСКОГО РАЙОНА</w:t>
      </w:r>
    </w:p>
    <w:p w:rsidR="005D3D81" w:rsidRPr="00265C5B" w:rsidRDefault="005D3D81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D3D81" w:rsidRPr="00265C5B" w:rsidRDefault="005D3D81" w:rsidP="00265C5B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65C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Е Ш Е Н И Е  №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37</w:t>
      </w:r>
      <w:r w:rsidRPr="00265C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5D3D81" w:rsidRPr="00265C5B" w:rsidRDefault="005D3D81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VIII</w:t>
      </w:r>
      <w:r w:rsidRPr="000C34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сессия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 III  созыва</w:t>
      </w:r>
    </w:p>
    <w:p w:rsidR="005D3D81" w:rsidRPr="00265C5B" w:rsidRDefault="005D3D81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5C5B">
        <w:rPr>
          <w:rFonts w:ascii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января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 года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    ст-ца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>Запорожская</w:t>
      </w:r>
    </w:p>
    <w:p w:rsidR="005D3D81" w:rsidRPr="00265C5B" w:rsidRDefault="005D3D81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D3D81" w:rsidRPr="00265C5B" w:rsidRDefault="005D3D81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3D81" w:rsidRPr="00265C5B" w:rsidRDefault="005D3D81" w:rsidP="00B36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утверждении порядка увольнения (досрочного прекращения полномочий, освобождения от должности) лиц, замещающих муниципальные должности, в связи с утратой доверия</w:t>
      </w:r>
    </w:p>
    <w:p w:rsidR="005D3D81" w:rsidRPr="00265C5B" w:rsidRDefault="005D3D81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3D81" w:rsidRPr="00265C5B" w:rsidRDefault="005D3D81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3D81" w:rsidRPr="00265C5B" w:rsidRDefault="005D3D81" w:rsidP="00B36C8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25 декабря 2008  года № 273-ФЗ «О противодействие коррупции», Федеральным законом от 6 октября 2003 года № 131-ФЗ  «Об общих принципах организации местного самоуправления в Российской Федерации», Уставом Запорожского сельского поселения Темрюкского района,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>РЕШИЛ:</w:t>
      </w:r>
    </w:p>
    <w:p w:rsidR="005D3D81" w:rsidRPr="00265C5B" w:rsidRDefault="005D3D81" w:rsidP="00B36C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5B4582">
        <w:rPr>
          <w:rFonts w:ascii="Times New Roman" w:hAnsi="Times New Roman" w:cs="Times New Roman"/>
          <w:sz w:val="28"/>
          <w:szCs w:val="28"/>
          <w:lang w:eastAsia="ru-RU"/>
        </w:rPr>
        <w:t>Утвердить  порядок увольнения (досрочного прекращения полномочий, освобождения от должности) лиц, замещающих муниципальные должности, в связи с утратой доверия (прилагается).</w:t>
      </w:r>
    </w:p>
    <w:p w:rsidR="005D3D81" w:rsidRPr="005B4582" w:rsidRDefault="005D3D81" w:rsidP="00B36C88">
      <w:pPr>
        <w:tabs>
          <w:tab w:val="num" w:pos="7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Считать утратившим силу решение </w:t>
      </w:r>
      <w:r w:rsidRPr="005B45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 w:rsidRPr="005B45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сессии Совета Запорожского сельского поселения Темрюкского района от 18 декабря 2014 года № 27 «Об утверждении Порядка увольнения (освобождения от должности) лиц замещающих муниципальные должности на постоянной основе в Запорожском сельском поселении Темрюкского района».</w:t>
      </w:r>
    </w:p>
    <w:p w:rsidR="005D3D81" w:rsidRPr="00265C5B" w:rsidRDefault="005D3D81" w:rsidP="00B36C88">
      <w:pPr>
        <w:tabs>
          <w:tab w:val="num" w:pos="7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5C5B">
        <w:rPr>
          <w:rFonts w:ascii="Times New Roman" w:hAnsi="Times New Roman" w:cs="Times New Roman"/>
          <w:sz w:val="28"/>
          <w:szCs w:val="28"/>
          <w:lang w:eastAsia="ru-RU"/>
        </w:rPr>
        <w:t>Обнародовать настоящее решение в установленном порядке.</w:t>
      </w:r>
    </w:p>
    <w:p w:rsidR="005D3D81" w:rsidRPr="00265C5B" w:rsidRDefault="005D3D81" w:rsidP="00B36C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>. Решение вступает в силу со дня его обнародования.</w:t>
      </w:r>
    </w:p>
    <w:p w:rsidR="005D3D81" w:rsidRDefault="005D3D81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3D81" w:rsidRDefault="005D3D81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3D81" w:rsidRPr="00265C5B" w:rsidRDefault="005D3D81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1E0"/>
      </w:tblPr>
      <w:tblGrid>
        <w:gridCol w:w="4927"/>
        <w:gridCol w:w="4927"/>
      </w:tblGrid>
      <w:tr w:rsidR="005D3D81" w:rsidRPr="00CA514E">
        <w:tc>
          <w:tcPr>
            <w:tcW w:w="4927" w:type="dxa"/>
          </w:tcPr>
          <w:p w:rsidR="005D3D81" w:rsidRPr="00CA514E" w:rsidRDefault="005D3D81" w:rsidP="00CA51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51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5D3D81" w:rsidRPr="00CA514E" w:rsidRDefault="005D3D81" w:rsidP="00CA51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51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Запорожского сельского поселения</w:t>
            </w:r>
          </w:p>
          <w:p w:rsidR="005D3D81" w:rsidRPr="00CA514E" w:rsidRDefault="005D3D81" w:rsidP="00CA51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51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Темрюкского района       </w:t>
            </w:r>
          </w:p>
          <w:p w:rsidR="005D3D81" w:rsidRPr="00CA514E" w:rsidRDefault="005D3D81" w:rsidP="00CA51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51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____________________Н.Г. Колодина</w:t>
            </w:r>
          </w:p>
        </w:tc>
        <w:tc>
          <w:tcPr>
            <w:tcW w:w="4927" w:type="dxa"/>
          </w:tcPr>
          <w:p w:rsidR="005D3D81" w:rsidRPr="00CA514E" w:rsidRDefault="005D3D81" w:rsidP="00CA51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51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</w:t>
            </w:r>
          </w:p>
          <w:p w:rsidR="005D3D81" w:rsidRPr="00CA514E" w:rsidRDefault="005D3D81" w:rsidP="00CA51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51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Запорожского сельского поселения Темрюкского района</w:t>
            </w:r>
          </w:p>
          <w:p w:rsidR="005D3D81" w:rsidRPr="00CA514E" w:rsidRDefault="005D3D81" w:rsidP="00CA51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51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________________    И.Р. Абрамян</w:t>
            </w:r>
          </w:p>
        </w:tc>
      </w:tr>
    </w:tbl>
    <w:p w:rsidR="005D3D81" w:rsidRDefault="005D3D81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D3D81" w:rsidRDefault="005D3D81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D3D81" w:rsidRDefault="005D3D81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D3D81" w:rsidRDefault="005D3D81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D3D81" w:rsidRPr="006252FA" w:rsidRDefault="005D3D81" w:rsidP="006C4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D3D81" w:rsidRPr="006252FA" w:rsidSect="00125533">
      <w:pgSz w:w="11906" w:h="16838"/>
      <w:pgMar w:top="360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D81" w:rsidRDefault="005D3D81" w:rsidP="00235A93">
      <w:pPr>
        <w:spacing w:after="0" w:line="240" w:lineRule="auto"/>
      </w:pPr>
      <w:r>
        <w:separator/>
      </w:r>
    </w:p>
  </w:endnote>
  <w:endnote w:type="continuationSeparator" w:id="0">
    <w:p w:rsidR="005D3D81" w:rsidRDefault="005D3D81" w:rsidP="0023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D81" w:rsidRDefault="005D3D81" w:rsidP="00235A93">
      <w:pPr>
        <w:spacing w:after="0" w:line="240" w:lineRule="auto"/>
      </w:pPr>
      <w:r>
        <w:separator/>
      </w:r>
    </w:p>
  </w:footnote>
  <w:footnote w:type="continuationSeparator" w:id="0">
    <w:p w:rsidR="005D3D81" w:rsidRDefault="005D3D81" w:rsidP="00235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517C6"/>
    <w:multiLevelType w:val="hybridMultilevel"/>
    <w:tmpl w:val="B75CD70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11046E1"/>
    <w:multiLevelType w:val="hybridMultilevel"/>
    <w:tmpl w:val="42681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497"/>
    <w:rsid w:val="000205FD"/>
    <w:rsid w:val="000B7B85"/>
    <w:rsid w:val="000C34C0"/>
    <w:rsid w:val="000D2C00"/>
    <w:rsid w:val="00116C20"/>
    <w:rsid w:val="00125533"/>
    <w:rsid w:val="00181CDC"/>
    <w:rsid w:val="001D1D30"/>
    <w:rsid w:val="00235A93"/>
    <w:rsid w:val="0026073E"/>
    <w:rsid w:val="00265C5B"/>
    <w:rsid w:val="00275646"/>
    <w:rsid w:val="003A20D0"/>
    <w:rsid w:val="003D1E99"/>
    <w:rsid w:val="00421C41"/>
    <w:rsid w:val="00421F0C"/>
    <w:rsid w:val="004438B8"/>
    <w:rsid w:val="004522C5"/>
    <w:rsid w:val="00483043"/>
    <w:rsid w:val="004E4EA7"/>
    <w:rsid w:val="00503E49"/>
    <w:rsid w:val="00521383"/>
    <w:rsid w:val="005B4582"/>
    <w:rsid w:val="005B72EA"/>
    <w:rsid w:val="005D3D81"/>
    <w:rsid w:val="006252FA"/>
    <w:rsid w:val="0066088D"/>
    <w:rsid w:val="006673F1"/>
    <w:rsid w:val="006A095B"/>
    <w:rsid w:val="006A1082"/>
    <w:rsid w:val="006C47C6"/>
    <w:rsid w:val="00787FC9"/>
    <w:rsid w:val="00793AE4"/>
    <w:rsid w:val="008F4617"/>
    <w:rsid w:val="00931B48"/>
    <w:rsid w:val="009E2E27"/>
    <w:rsid w:val="00A07084"/>
    <w:rsid w:val="00A26C9F"/>
    <w:rsid w:val="00AA3192"/>
    <w:rsid w:val="00AF4E54"/>
    <w:rsid w:val="00B36C88"/>
    <w:rsid w:val="00B52DFC"/>
    <w:rsid w:val="00B679AD"/>
    <w:rsid w:val="00BD401C"/>
    <w:rsid w:val="00BE5B42"/>
    <w:rsid w:val="00C97CF6"/>
    <w:rsid w:val="00CA514E"/>
    <w:rsid w:val="00CD347E"/>
    <w:rsid w:val="00CF1D26"/>
    <w:rsid w:val="00CF6339"/>
    <w:rsid w:val="00D3358B"/>
    <w:rsid w:val="00D677E8"/>
    <w:rsid w:val="00D85497"/>
    <w:rsid w:val="00DA7F59"/>
    <w:rsid w:val="00DC619F"/>
    <w:rsid w:val="00DD787B"/>
    <w:rsid w:val="00E0083D"/>
    <w:rsid w:val="00E63BF3"/>
    <w:rsid w:val="00EE6C0F"/>
    <w:rsid w:val="00F62A48"/>
    <w:rsid w:val="00F72DD6"/>
    <w:rsid w:val="00FA2089"/>
    <w:rsid w:val="00FE3E5F"/>
    <w:rsid w:val="00FF2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8B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4617"/>
    <w:pPr>
      <w:ind w:left="720"/>
    </w:pPr>
  </w:style>
  <w:style w:type="table" w:styleId="TableGrid">
    <w:name w:val="Table Grid"/>
    <w:basedOn w:val="TableNormal"/>
    <w:uiPriority w:val="99"/>
    <w:rsid w:val="00265C5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35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35A9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35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35A9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453</TotalTime>
  <Pages>1</Pages>
  <Words>238</Words>
  <Characters>1360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15</cp:revision>
  <cp:lastPrinted>2015-01-23T07:02:00Z</cp:lastPrinted>
  <dcterms:created xsi:type="dcterms:W3CDTF">2015-01-20T04:02:00Z</dcterms:created>
  <dcterms:modified xsi:type="dcterms:W3CDTF">2015-01-27T13:45:00Z</dcterms:modified>
</cp:coreProperties>
</file>